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89E" w:rsidRDefault="0092789E" w:rsidP="004B4CE8">
      <w:pPr>
        <w:pStyle w:val="Heading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</w:p>
    <w:p w:rsidR="0092789E" w:rsidRDefault="0092789E" w:rsidP="004C327B">
      <w:pPr>
        <w:jc w:val="center"/>
        <w:rPr>
          <w:b/>
          <w:sz w:val="36"/>
          <w:szCs w:val="36"/>
        </w:rPr>
      </w:pPr>
      <w:r w:rsidRPr="00640F76">
        <w:rPr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Герб города для бланка" style="width:45pt;height:65.25pt;visibility:visible">
            <v:imagedata r:id="rId7" o:title=""/>
          </v:shape>
        </w:pict>
      </w:r>
    </w:p>
    <w:p w:rsidR="0092789E" w:rsidRDefault="0092789E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92789E" w:rsidRDefault="0092789E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92789E" w:rsidRDefault="0092789E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92789E" w:rsidRDefault="0092789E" w:rsidP="004C327B">
      <w:pPr>
        <w:pStyle w:val="Heading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ГОРОДА</w:t>
      </w:r>
    </w:p>
    <w:p w:rsidR="0092789E" w:rsidRDefault="0092789E" w:rsidP="004C327B">
      <w:pPr>
        <w:jc w:val="center"/>
        <w:rPr>
          <w:sz w:val="36"/>
          <w:szCs w:val="36"/>
        </w:rPr>
      </w:pPr>
    </w:p>
    <w:p w:rsidR="0092789E" w:rsidRDefault="0092789E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92789E" w:rsidRPr="00A36FE8" w:rsidRDefault="0092789E" w:rsidP="004C327B">
      <w:pPr>
        <w:rPr>
          <w:sz w:val="28"/>
          <w:szCs w:val="28"/>
        </w:rPr>
      </w:pPr>
    </w:p>
    <w:p w:rsidR="0092789E" w:rsidRDefault="0092789E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28.08.2018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1365-ра</w:t>
      </w:r>
    </w:p>
    <w:p w:rsidR="0092789E" w:rsidRDefault="0092789E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89E" w:rsidRDefault="0092789E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 города</w:t>
      </w:r>
    </w:p>
    <w:p w:rsidR="0092789E" w:rsidRPr="00A36FE8" w:rsidRDefault="0092789E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C4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полугодие</w:t>
      </w:r>
      <w:r w:rsidRPr="00A36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 года</w:t>
      </w:r>
    </w:p>
    <w:p w:rsidR="0092789E" w:rsidRPr="00A36FE8" w:rsidRDefault="0092789E" w:rsidP="004C327B">
      <w:pPr>
        <w:jc w:val="both"/>
        <w:rPr>
          <w:sz w:val="28"/>
          <w:szCs w:val="28"/>
        </w:rPr>
      </w:pPr>
    </w:p>
    <w:p w:rsidR="0092789E" w:rsidRPr="00A36FE8" w:rsidRDefault="0092789E" w:rsidP="004C327B">
      <w:pPr>
        <w:jc w:val="both"/>
        <w:rPr>
          <w:sz w:val="28"/>
          <w:szCs w:val="28"/>
        </w:rPr>
      </w:pPr>
    </w:p>
    <w:p w:rsidR="0092789E" w:rsidRPr="00A36FE8" w:rsidRDefault="0092789E" w:rsidP="004C327B">
      <w:pPr>
        <w:jc w:val="both"/>
        <w:rPr>
          <w:sz w:val="28"/>
          <w:szCs w:val="28"/>
        </w:rPr>
      </w:pPr>
    </w:p>
    <w:p w:rsidR="0092789E" w:rsidRPr="004C327B" w:rsidRDefault="0092789E" w:rsidP="004C327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384F">
        <w:rPr>
          <w:sz w:val="28"/>
          <w:szCs w:val="28"/>
        </w:rPr>
        <w:t>Во исполнение статьи 264.2 Бюджетного кодекса Российской Федерации</w:t>
      </w:r>
      <w:r>
        <w:rPr>
          <w:sz w:val="28"/>
          <w:szCs w:val="28"/>
        </w:rPr>
        <w:t xml:space="preserve"> и статьи 22 решения</w:t>
      </w:r>
      <w:r w:rsidRPr="004C327B">
        <w:rPr>
          <w:sz w:val="28"/>
          <w:szCs w:val="28"/>
        </w:rPr>
        <w:t xml:space="preserve"> Думы города Пыть-Яха от </w:t>
      </w:r>
      <w:r>
        <w:rPr>
          <w:sz w:val="28"/>
          <w:szCs w:val="28"/>
        </w:rPr>
        <w:t>21.03.2014 № 258</w:t>
      </w:r>
      <w:r w:rsidRPr="004C327B">
        <w:rPr>
          <w:sz w:val="28"/>
          <w:szCs w:val="28"/>
        </w:rPr>
        <w:t xml:space="preserve"> «Об утверждении Положения о бюджетном процессе в муниципальном образовании городской округ город Пыть-Ях»:</w:t>
      </w:r>
    </w:p>
    <w:p w:rsidR="0092789E" w:rsidRDefault="0092789E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789E" w:rsidRDefault="0092789E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789E" w:rsidRPr="004C327B" w:rsidRDefault="0092789E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92789E" w:rsidRPr="004C327B" w:rsidRDefault="0092789E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>Утвердить:</w:t>
      </w:r>
    </w:p>
    <w:p w:rsidR="0092789E" w:rsidRDefault="0092789E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C327B">
        <w:rPr>
          <w:rFonts w:ascii="Times New Roman" w:hAnsi="Times New Roman" w:cs="Times New Roman"/>
          <w:sz w:val="28"/>
          <w:szCs w:val="28"/>
        </w:rPr>
        <w:t xml:space="preserve">Отчет об исполнении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1 полугодие</w:t>
      </w:r>
      <w:r w:rsidRPr="004C327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C327B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789E" w:rsidRDefault="0092789E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C327B">
        <w:rPr>
          <w:rFonts w:ascii="Times New Roman" w:hAnsi="Times New Roman" w:cs="Times New Roman"/>
          <w:sz w:val="28"/>
          <w:szCs w:val="28"/>
        </w:rPr>
        <w:t xml:space="preserve"> по доходам в сумме </w:t>
      </w:r>
      <w:r>
        <w:rPr>
          <w:rFonts w:ascii="Times New Roman" w:hAnsi="Times New Roman" w:cs="Times New Roman"/>
          <w:sz w:val="28"/>
          <w:szCs w:val="28"/>
        </w:rPr>
        <w:t>1 540 901 283,95</w:t>
      </w:r>
      <w:r w:rsidRPr="002463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92789E" w:rsidRDefault="0092789E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C327B">
        <w:rPr>
          <w:rFonts w:ascii="Times New Roman" w:hAnsi="Times New Roman" w:cs="Times New Roman"/>
          <w:sz w:val="28"/>
          <w:szCs w:val="28"/>
        </w:rPr>
        <w:t xml:space="preserve">по расходам в сумме </w:t>
      </w:r>
      <w:r>
        <w:rPr>
          <w:rFonts w:ascii="Times New Roman" w:hAnsi="Times New Roman" w:cs="Times New Roman"/>
          <w:sz w:val="28"/>
          <w:szCs w:val="28"/>
        </w:rPr>
        <w:t xml:space="preserve">1 495 264 851,51 </w:t>
      </w:r>
      <w:r w:rsidRPr="004C327B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789E" w:rsidRPr="004C327B" w:rsidRDefault="0092789E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C32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4C327B">
        <w:rPr>
          <w:rFonts w:ascii="Times New Roman" w:hAnsi="Times New Roman" w:cs="Times New Roman"/>
          <w:sz w:val="28"/>
          <w:szCs w:val="28"/>
        </w:rPr>
        <w:t xml:space="preserve">фицит бюджет в сумме </w:t>
      </w:r>
      <w:r>
        <w:rPr>
          <w:rFonts w:ascii="Times New Roman" w:hAnsi="Times New Roman" w:cs="Times New Roman"/>
          <w:sz w:val="28"/>
          <w:szCs w:val="28"/>
        </w:rPr>
        <w:t>45 636 432,44</w:t>
      </w:r>
      <w:r w:rsidRPr="004C327B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92789E" w:rsidRPr="004C327B" w:rsidRDefault="0092789E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 xml:space="preserve">Показатели исполнения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1 полугодие</w:t>
      </w:r>
      <w:r w:rsidRPr="004C327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C327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92789E" w:rsidRPr="00CD083E" w:rsidRDefault="0092789E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3E">
        <w:rPr>
          <w:rFonts w:ascii="Times New Roman" w:hAnsi="Times New Roman" w:cs="Times New Roman"/>
          <w:sz w:val="28"/>
          <w:szCs w:val="28"/>
        </w:rPr>
        <w:t xml:space="preserve">по доходам бюджета по кодам классификации доходов бюджетов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D083E">
        <w:rPr>
          <w:rFonts w:ascii="Times New Roman" w:hAnsi="Times New Roman" w:cs="Times New Roman"/>
          <w:sz w:val="28"/>
          <w:szCs w:val="28"/>
        </w:rPr>
        <w:t>1;</w:t>
      </w:r>
    </w:p>
    <w:p w:rsidR="0092789E" w:rsidRPr="004C327B" w:rsidRDefault="0092789E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92789E" w:rsidRDefault="0092789E" w:rsidP="007C66E8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6E8">
        <w:rPr>
          <w:rFonts w:ascii="Times New Roman" w:hAnsi="Times New Roman" w:cs="Times New Roman"/>
          <w:sz w:val="28"/>
          <w:szCs w:val="28"/>
        </w:rPr>
        <w:t>по расходам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92789E" w:rsidRPr="004C327B" w:rsidRDefault="0092789E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983C2B">
        <w:rPr>
          <w:rFonts w:ascii="Times New Roman" w:hAnsi="Times New Roman" w:cs="Times New Roman"/>
          <w:sz w:val="28"/>
          <w:szCs w:val="28"/>
        </w:rPr>
        <w:t>Пыть-Яха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4;</w:t>
      </w:r>
    </w:p>
    <w:p w:rsidR="0092789E" w:rsidRPr="004C327B" w:rsidRDefault="0092789E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C2B">
        <w:rPr>
          <w:rFonts w:ascii="Times New Roman" w:hAnsi="Times New Roman" w:cs="Times New Roman"/>
          <w:sz w:val="28"/>
          <w:szCs w:val="28"/>
        </w:rPr>
        <w:t>по источникам внутреннего финансирования дефицита бюджета города Пыть-Яха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5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92789E" w:rsidRPr="004C327B" w:rsidRDefault="0092789E" w:rsidP="005B757D">
      <w:pPr>
        <w:pStyle w:val="ConsPlusNormal"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согласно</w:t>
      </w:r>
      <w:r w:rsidRPr="004C327B">
        <w:rPr>
          <w:rFonts w:ascii="Times New Roman" w:hAnsi="Times New Roman" w:cs="Times New Roman"/>
          <w:sz w:val="28"/>
          <w:szCs w:val="28"/>
        </w:rPr>
        <w:br/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№ 6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92789E" w:rsidRPr="00123852" w:rsidRDefault="0092789E" w:rsidP="001330A8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852">
        <w:rPr>
          <w:rFonts w:ascii="Times New Roman" w:hAnsi="Times New Roman" w:cs="Times New Roman"/>
          <w:sz w:val="28"/>
          <w:szCs w:val="28"/>
        </w:rPr>
        <w:t>Комитету по финансам (В.В. Стефогло)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23852">
        <w:rPr>
          <w:rFonts w:ascii="Times New Roman" w:hAnsi="Times New Roman" w:cs="Times New Roman"/>
          <w:sz w:val="28"/>
          <w:szCs w:val="28"/>
        </w:rPr>
        <w:t xml:space="preserve">редоставить в Думу города отчет об исполнении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1 полугодие</w:t>
      </w:r>
      <w:r w:rsidRPr="0012385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23852">
        <w:rPr>
          <w:rFonts w:ascii="Times New Roman" w:hAnsi="Times New Roman" w:cs="Times New Roman"/>
          <w:sz w:val="28"/>
          <w:szCs w:val="28"/>
        </w:rPr>
        <w:t xml:space="preserve"> года для сведения.</w:t>
      </w:r>
    </w:p>
    <w:p w:rsidR="0092789E" w:rsidRPr="005B757D" w:rsidRDefault="0092789E" w:rsidP="005B757D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57D">
        <w:rPr>
          <w:rFonts w:ascii="Times New Roman" w:hAnsi="Times New Roman" w:cs="Times New Roman"/>
          <w:sz w:val="28"/>
          <w:szCs w:val="28"/>
        </w:rPr>
        <w:t>Контроль за выполнением распоряжения возложить на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5B757D">
        <w:rPr>
          <w:rFonts w:ascii="Times New Roman" w:hAnsi="Times New Roman" w:cs="Times New Roman"/>
          <w:sz w:val="28"/>
          <w:szCs w:val="28"/>
        </w:rPr>
        <w:t xml:space="preserve"> - председателя комитета по финансам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B757D">
        <w:rPr>
          <w:rFonts w:ascii="Times New Roman" w:hAnsi="Times New Roman" w:cs="Times New Roman"/>
          <w:sz w:val="28"/>
          <w:szCs w:val="28"/>
        </w:rPr>
        <w:t>Стефогло В.В.</w:t>
      </w:r>
      <w:bookmarkStart w:id="0" w:name="_GoBack"/>
      <w:bookmarkEnd w:id="0"/>
    </w:p>
    <w:p w:rsidR="0092789E" w:rsidRPr="004C327B" w:rsidRDefault="0092789E" w:rsidP="004C327B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2789E" w:rsidRPr="004C327B" w:rsidRDefault="0092789E" w:rsidP="004C327B">
      <w:pPr>
        <w:jc w:val="both"/>
        <w:rPr>
          <w:sz w:val="28"/>
          <w:szCs w:val="28"/>
        </w:rPr>
      </w:pPr>
    </w:p>
    <w:p w:rsidR="0092789E" w:rsidRPr="004C327B" w:rsidRDefault="0092789E" w:rsidP="004C327B">
      <w:pPr>
        <w:jc w:val="both"/>
        <w:rPr>
          <w:sz w:val="28"/>
          <w:szCs w:val="28"/>
        </w:rPr>
      </w:pPr>
    </w:p>
    <w:p w:rsidR="0092789E" w:rsidRDefault="0092789E" w:rsidP="005D6FAA">
      <w:pPr>
        <w:pStyle w:val="Footer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Pr="00005B05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Pr="00005B05">
        <w:rPr>
          <w:sz w:val="28"/>
          <w:szCs w:val="28"/>
        </w:rPr>
        <w:t xml:space="preserve"> города Пыть-Яха</w:t>
      </w:r>
      <w:r w:rsidRPr="00005B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А.Н. Морозов</w:t>
      </w:r>
    </w:p>
    <w:sectPr w:rsidR="0092789E" w:rsidSect="00D9492A">
      <w:headerReference w:type="even" r:id="rId8"/>
      <w:headerReference w:type="default" r:id="rId9"/>
      <w:footerReference w:type="even" r:id="rId10"/>
      <w:pgSz w:w="11906" w:h="16838" w:code="9"/>
      <w:pgMar w:top="1134" w:right="567" w:bottom="1134" w:left="1701" w:header="561" w:footer="561" w:gutter="28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89E" w:rsidRDefault="0092789E">
      <w:r>
        <w:separator/>
      </w:r>
    </w:p>
  </w:endnote>
  <w:endnote w:type="continuationSeparator" w:id="0">
    <w:p w:rsidR="0092789E" w:rsidRDefault="00927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9E" w:rsidRDefault="0092789E" w:rsidP="002C4BC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789E" w:rsidRDefault="0092789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89E" w:rsidRDefault="0092789E">
      <w:r>
        <w:separator/>
      </w:r>
    </w:p>
  </w:footnote>
  <w:footnote w:type="continuationSeparator" w:id="0">
    <w:p w:rsidR="0092789E" w:rsidRDefault="00927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9E" w:rsidRDefault="0092789E" w:rsidP="002C4BC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2789E" w:rsidRDefault="009278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89E" w:rsidRDefault="0092789E" w:rsidP="002C4BC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2789E" w:rsidRDefault="0092789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024F25"/>
    <w:multiLevelType w:val="multilevel"/>
    <w:tmpl w:val="D3388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">
    <w:nsid w:val="204D5E49"/>
    <w:multiLevelType w:val="multilevel"/>
    <w:tmpl w:val="04190029"/>
    <w:lvl w:ilvl="0">
      <w:start w:val="1"/>
      <w:numFmt w:val="decimal"/>
      <w:pStyle w:val="Heading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3">
    <w:nsid w:val="27535FB2"/>
    <w:multiLevelType w:val="hybridMultilevel"/>
    <w:tmpl w:val="E65A8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173A9E"/>
    <w:multiLevelType w:val="multilevel"/>
    <w:tmpl w:val="8CCC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4AD753E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997656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58F21E8"/>
    <w:multiLevelType w:val="multilevel"/>
    <w:tmpl w:val="DD6AEE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0"/>
    <w:lvlOverride w:ilvl="0">
      <w:lvl w:ilvl="0" w:tplc="98BCFF3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 w:tplc="04190003">
        <w:start w:val="1"/>
        <w:numFmt w:val="decimal"/>
        <w:lvlText w:val="2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 w:tplc="04190005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 w:tplc="04190001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 w:tplc="04190003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 w:tplc="0419000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 w:tplc="04190001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 w:tplc="04190003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 w:tplc="04190005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4CE8"/>
    <w:rsid w:val="00005B05"/>
    <w:rsid w:val="00012761"/>
    <w:rsid w:val="00037715"/>
    <w:rsid w:val="000528B7"/>
    <w:rsid w:val="000615DD"/>
    <w:rsid w:val="00063E4C"/>
    <w:rsid w:val="0009127C"/>
    <w:rsid w:val="000A131C"/>
    <w:rsid w:val="000E4490"/>
    <w:rsid w:val="000E6F86"/>
    <w:rsid w:val="000F2D6B"/>
    <w:rsid w:val="000F5D47"/>
    <w:rsid w:val="00116467"/>
    <w:rsid w:val="00121749"/>
    <w:rsid w:val="00123852"/>
    <w:rsid w:val="001265E7"/>
    <w:rsid w:val="001310B0"/>
    <w:rsid w:val="001330A8"/>
    <w:rsid w:val="00137B85"/>
    <w:rsid w:val="00137E92"/>
    <w:rsid w:val="001952D6"/>
    <w:rsid w:val="00196A8E"/>
    <w:rsid w:val="001B286D"/>
    <w:rsid w:val="001C4C75"/>
    <w:rsid w:val="001D794D"/>
    <w:rsid w:val="001F6730"/>
    <w:rsid w:val="001F7462"/>
    <w:rsid w:val="00201AAF"/>
    <w:rsid w:val="00203A36"/>
    <w:rsid w:val="002253F5"/>
    <w:rsid w:val="00246309"/>
    <w:rsid w:val="00257F36"/>
    <w:rsid w:val="002803F3"/>
    <w:rsid w:val="002B4060"/>
    <w:rsid w:val="002B4209"/>
    <w:rsid w:val="002C15A5"/>
    <w:rsid w:val="002C4BC9"/>
    <w:rsid w:val="002E410A"/>
    <w:rsid w:val="002E5FFD"/>
    <w:rsid w:val="002F6088"/>
    <w:rsid w:val="002F7251"/>
    <w:rsid w:val="002F7EA8"/>
    <w:rsid w:val="003008B6"/>
    <w:rsid w:val="00344826"/>
    <w:rsid w:val="003C59AF"/>
    <w:rsid w:val="003C6BE9"/>
    <w:rsid w:val="003D672D"/>
    <w:rsid w:val="00411407"/>
    <w:rsid w:val="00435826"/>
    <w:rsid w:val="00457564"/>
    <w:rsid w:val="00481B18"/>
    <w:rsid w:val="004A457F"/>
    <w:rsid w:val="004B1E90"/>
    <w:rsid w:val="004B4CE8"/>
    <w:rsid w:val="004C0BF1"/>
    <w:rsid w:val="004C327B"/>
    <w:rsid w:val="004F4D06"/>
    <w:rsid w:val="004F6F11"/>
    <w:rsid w:val="00530EAF"/>
    <w:rsid w:val="00536AD8"/>
    <w:rsid w:val="00542162"/>
    <w:rsid w:val="00545ED1"/>
    <w:rsid w:val="005473FE"/>
    <w:rsid w:val="00553E9E"/>
    <w:rsid w:val="0056384F"/>
    <w:rsid w:val="00563BD9"/>
    <w:rsid w:val="005748C9"/>
    <w:rsid w:val="005850FE"/>
    <w:rsid w:val="00591055"/>
    <w:rsid w:val="00593AF0"/>
    <w:rsid w:val="00596C9B"/>
    <w:rsid w:val="005A0DE9"/>
    <w:rsid w:val="005B757D"/>
    <w:rsid w:val="005D4073"/>
    <w:rsid w:val="005D6FAA"/>
    <w:rsid w:val="005E477F"/>
    <w:rsid w:val="005F15CD"/>
    <w:rsid w:val="00615F59"/>
    <w:rsid w:val="0063078F"/>
    <w:rsid w:val="0064036A"/>
    <w:rsid w:val="00640F76"/>
    <w:rsid w:val="006660AA"/>
    <w:rsid w:val="00691711"/>
    <w:rsid w:val="006926AE"/>
    <w:rsid w:val="006C12CC"/>
    <w:rsid w:val="006C3B55"/>
    <w:rsid w:val="006D11CB"/>
    <w:rsid w:val="006E570B"/>
    <w:rsid w:val="00700F52"/>
    <w:rsid w:val="007272D9"/>
    <w:rsid w:val="00733B5A"/>
    <w:rsid w:val="00770594"/>
    <w:rsid w:val="00770F26"/>
    <w:rsid w:val="007716EF"/>
    <w:rsid w:val="00795A28"/>
    <w:rsid w:val="007A0E6D"/>
    <w:rsid w:val="007A4F06"/>
    <w:rsid w:val="007C66E8"/>
    <w:rsid w:val="007D58A1"/>
    <w:rsid w:val="007F11C7"/>
    <w:rsid w:val="0083063F"/>
    <w:rsid w:val="0088376F"/>
    <w:rsid w:val="008943EE"/>
    <w:rsid w:val="008A5142"/>
    <w:rsid w:val="008B1797"/>
    <w:rsid w:val="008C1C2D"/>
    <w:rsid w:val="008C2340"/>
    <w:rsid w:val="008C42E5"/>
    <w:rsid w:val="008E05C6"/>
    <w:rsid w:val="00913BCD"/>
    <w:rsid w:val="0092789E"/>
    <w:rsid w:val="009314A6"/>
    <w:rsid w:val="00943C11"/>
    <w:rsid w:val="00983628"/>
    <w:rsid w:val="00983C2B"/>
    <w:rsid w:val="00992AD0"/>
    <w:rsid w:val="009A0D4D"/>
    <w:rsid w:val="009B0643"/>
    <w:rsid w:val="009B1B2E"/>
    <w:rsid w:val="009B44E9"/>
    <w:rsid w:val="009D29CB"/>
    <w:rsid w:val="009D6A44"/>
    <w:rsid w:val="009F5B83"/>
    <w:rsid w:val="009F6094"/>
    <w:rsid w:val="00A0744E"/>
    <w:rsid w:val="00A1756C"/>
    <w:rsid w:val="00A26CB1"/>
    <w:rsid w:val="00A36FE8"/>
    <w:rsid w:val="00A45942"/>
    <w:rsid w:val="00A56E18"/>
    <w:rsid w:val="00A66847"/>
    <w:rsid w:val="00A737D5"/>
    <w:rsid w:val="00A938F9"/>
    <w:rsid w:val="00AC7A56"/>
    <w:rsid w:val="00AD1BF4"/>
    <w:rsid w:val="00B02E27"/>
    <w:rsid w:val="00B12ACC"/>
    <w:rsid w:val="00B20139"/>
    <w:rsid w:val="00B25A0A"/>
    <w:rsid w:val="00B430B1"/>
    <w:rsid w:val="00B53C52"/>
    <w:rsid w:val="00B60A23"/>
    <w:rsid w:val="00B76950"/>
    <w:rsid w:val="00BB10AF"/>
    <w:rsid w:val="00BB3538"/>
    <w:rsid w:val="00BB5885"/>
    <w:rsid w:val="00BC52CF"/>
    <w:rsid w:val="00BE7D04"/>
    <w:rsid w:val="00BF3579"/>
    <w:rsid w:val="00C42815"/>
    <w:rsid w:val="00C51635"/>
    <w:rsid w:val="00C62F06"/>
    <w:rsid w:val="00C97AB8"/>
    <w:rsid w:val="00CA6D80"/>
    <w:rsid w:val="00CB0E6B"/>
    <w:rsid w:val="00CB5E26"/>
    <w:rsid w:val="00CB71AC"/>
    <w:rsid w:val="00CC0E69"/>
    <w:rsid w:val="00CD083E"/>
    <w:rsid w:val="00CF77AC"/>
    <w:rsid w:val="00D30263"/>
    <w:rsid w:val="00D400B8"/>
    <w:rsid w:val="00D415E2"/>
    <w:rsid w:val="00D44D3C"/>
    <w:rsid w:val="00D46E96"/>
    <w:rsid w:val="00D70412"/>
    <w:rsid w:val="00D72141"/>
    <w:rsid w:val="00D8469B"/>
    <w:rsid w:val="00D9492A"/>
    <w:rsid w:val="00D95972"/>
    <w:rsid w:val="00DD0117"/>
    <w:rsid w:val="00DE339A"/>
    <w:rsid w:val="00E172AD"/>
    <w:rsid w:val="00E24F6E"/>
    <w:rsid w:val="00E769EE"/>
    <w:rsid w:val="00EC454D"/>
    <w:rsid w:val="00EE3636"/>
    <w:rsid w:val="00F000A4"/>
    <w:rsid w:val="00F04BEF"/>
    <w:rsid w:val="00F14C2A"/>
    <w:rsid w:val="00F34378"/>
    <w:rsid w:val="00F36084"/>
    <w:rsid w:val="00F4296B"/>
    <w:rsid w:val="00FA5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B4CE8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B4CE8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B4CE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B4CE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B4CE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B4CE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B4CE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B4CE8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B4CE8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link w:val="Heading9Char"/>
    <w:uiPriority w:val="99"/>
    <w:qFormat/>
    <w:rsid w:val="004B4CE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5E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B5E2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CB5E26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B5E26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CB5E2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B5E26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B5E26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B5E26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B5E26"/>
    <w:rPr>
      <w:rFonts w:ascii="Cambria" w:hAnsi="Cambria" w:cs="Times New Roman"/>
    </w:rPr>
  </w:style>
  <w:style w:type="paragraph" w:customStyle="1" w:styleId="ConsPlusNormal">
    <w:name w:val="ConsPlusNormal"/>
    <w:uiPriority w:val="99"/>
    <w:rsid w:val="004B4C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C45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B5E26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4C327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5E26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D3026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D3026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E26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218</TotalTime>
  <Pages>2</Pages>
  <Words>338</Words>
  <Characters>1931</Characters>
  <Application>Microsoft Office Outlook</Application>
  <DocSecurity>0</DocSecurity>
  <Lines>0</Lines>
  <Paragraphs>0</Paragraphs>
  <ScaleCrop>false</ScaleCrop>
  <Company>FKK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Budget2</dc:creator>
  <cp:keywords/>
  <dc:description/>
  <cp:lastModifiedBy>Администрация города</cp:lastModifiedBy>
  <cp:revision>19</cp:revision>
  <cp:lastPrinted>2018-08-30T04:41:00Z</cp:lastPrinted>
  <dcterms:created xsi:type="dcterms:W3CDTF">2017-05-25T07:46:00Z</dcterms:created>
  <dcterms:modified xsi:type="dcterms:W3CDTF">2018-08-30T04:41:00Z</dcterms:modified>
</cp:coreProperties>
</file>